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87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439"/>
      </w:tblGrid>
      <w:tr w:rsidR="00D40650" w:rsidRPr="009A0101" w14:paraId="7EA5A57B" w14:textId="77777777" w:rsidTr="005766BD">
        <w:trPr>
          <w:trHeight w:val="1905"/>
        </w:trPr>
        <w:tc>
          <w:tcPr>
            <w:tcW w:w="6350" w:type="dxa"/>
            <w:shd w:val="clear" w:color="auto" w:fill="auto"/>
          </w:tcPr>
          <w:p w14:paraId="5FCD60E6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439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6ED1850D" w14:textId="77777777" w:rsidR="006059D5" w:rsidRDefault="006059D5" w:rsidP="006059D5">
      <w:pPr>
        <w:pStyle w:val="Default"/>
        <w:rPr>
          <w:rFonts w:eastAsia="SimSun"/>
          <w:color w:val="auto"/>
          <w:kern w:val="1"/>
          <w:lang w:eastAsia="zh-CN" w:bidi="hi-IN"/>
        </w:rPr>
      </w:pPr>
    </w:p>
    <w:p w14:paraId="77402873" w14:textId="3675E60F" w:rsidR="00424ECA" w:rsidRPr="006059D5" w:rsidRDefault="00D52DAC" w:rsidP="006059D5">
      <w:pPr>
        <w:pStyle w:val="Default"/>
        <w:rPr>
          <w:rFonts w:eastAsia="SimSun"/>
          <w:color w:val="auto"/>
          <w:kern w:val="1"/>
          <w:lang w:eastAsia="zh-CN" w:bidi="hi-IN"/>
        </w:rPr>
      </w:pPr>
      <w:r>
        <w:t>Riigi Tugiteenuste Keskus</w:t>
      </w:r>
      <w:r w:rsidR="00C0639D">
        <w:tab/>
      </w:r>
      <w:r w:rsidR="0004191C">
        <w:tab/>
      </w:r>
      <w:r w:rsidR="0004191C">
        <w:tab/>
      </w:r>
      <w:r w:rsidR="0004191C">
        <w:tab/>
      </w:r>
      <w:r w:rsidR="00BF3E90">
        <w:rPr>
          <w:bCs/>
          <w:noProof/>
        </w:rPr>
        <w:tab/>
      </w:r>
      <w:r w:rsidR="00424ECA" w:rsidRPr="00A06B76">
        <w:rPr>
          <w:bCs/>
          <w:noProof/>
        </w:rPr>
        <w:t xml:space="preserve">Meie </w:t>
      </w:r>
      <w:r w:rsidR="00450252">
        <w:rPr>
          <w:bCs/>
          <w:noProof/>
        </w:rPr>
        <w:t>03</w:t>
      </w:r>
      <w:r w:rsidR="006059D5">
        <w:rPr>
          <w:bCs/>
          <w:noProof/>
          <w:color w:val="000000" w:themeColor="text1"/>
        </w:rPr>
        <w:t>.</w:t>
      </w:r>
      <w:r w:rsidR="00450252">
        <w:rPr>
          <w:bCs/>
          <w:noProof/>
          <w:color w:val="000000" w:themeColor="text1"/>
        </w:rPr>
        <w:t>0</w:t>
      </w:r>
      <w:r w:rsidR="00BA0BAB">
        <w:rPr>
          <w:bCs/>
          <w:noProof/>
          <w:color w:val="000000" w:themeColor="text1"/>
        </w:rPr>
        <w:t>1</w:t>
      </w:r>
      <w:r w:rsidR="00B42C87">
        <w:rPr>
          <w:bCs/>
          <w:noProof/>
          <w:color w:val="000000" w:themeColor="text1"/>
        </w:rPr>
        <w:t>.202</w:t>
      </w:r>
      <w:r w:rsidR="00450252">
        <w:rPr>
          <w:bCs/>
          <w:noProof/>
          <w:color w:val="000000" w:themeColor="text1"/>
        </w:rPr>
        <w:t>4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</w:rPr>
        <w:t xml:space="preserve">nr </w:t>
      </w:r>
      <w:r w:rsidR="00424ECA" w:rsidRPr="00AB3240">
        <w:rPr>
          <w:bCs/>
          <w:noProof/>
        </w:rPr>
        <w:t>12.2-10/</w:t>
      </w:r>
      <w:r w:rsidR="00450252">
        <w:rPr>
          <w:bCs/>
          <w:noProof/>
        </w:rPr>
        <w:t>2</w:t>
      </w:r>
    </w:p>
    <w:p w14:paraId="0D67434D" w14:textId="61822F82" w:rsidR="00BA0BAB" w:rsidRPr="008B5BEA" w:rsidRDefault="00424ECA" w:rsidP="00BA0BAB">
      <w:pPr>
        <w:pStyle w:val="Default"/>
        <w:rPr>
          <w:rStyle w:val="Hperlink"/>
          <w:color w:val="000000"/>
          <w:u w:val="none"/>
        </w:rPr>
      </w:pPr>
      <w:r w:rsidRPr="006B4DBF">
        <w:rPr>
          <w:color w:val="auto"/>
        </w:rPr>
        <w:t>e-pos</w:t>
      </w:r>
      <w:r w:rsidR="00B66BA3">
        <w:t xml:space="preserve">t: </w:t>
      </w:r>
      <w:hyperlink r:id="rId9" w:history="1">
        <w:r w:rsidR="00450252" w:rsidRPr="005B1FAC">
          <w:rPr>
            <w:rStyle w:val="Hperlink"/>
          </w:rPr>
          <w:t>katharina.kalavus@rtk.ee</w:t>
        </w:r>
      </w:hyperlink>
      <w:r w:rsidR="00450252">
        <w:t xml:space="preserve"> </w:t>
      </w:r>
    </w:p>
    <w:p w14:paraId="4A7283DD" w14:textId="50774D28" w:rsidR="005F3EFF" w:rsidRDefault="003B6C12" w:rsidP="00B66BA3">
      <w:pPr>
        <w:pStyle w:val="Default"/>
      </w:pPr>
      <w:r>
        <w:tab/>
      </w:r>
      <w:hyperlink r:id="rId10" w:history="1">
        <w:r w:rsidR="00E5750E" w:rsidRPr="000F4CF7">
          <w:rPr>
            <w:rStyle w:val="Hperlink"/>
          </w:rPr>
          <w:t>hanked@rtk.ee</w:t>
        </w:r>
      </w:hyperlink>
      <w:r>
        <w:t xml:space="preserve"> </w:t>
      </w:r>
    </w:p>
    <w:p w14:paraId="4062180E" w14:textId="77777777" w:rsidR="00B66BA3" w:rsidRPr="006B4DBF" w:rsidRDefault="00B66BA3" w:rsidP="00B66BA3">
      <w:pPr>
        <w:pStyle w:val="Default"/>
        <w:rPr>
          <w:noProof/>
        </w:rPr>
      </w:pPr>
    </w:p>
    <w:p w14:paraId="6FFDD991" w14:textId="77777777" w:rsidR="00345ACC" w:rsidRDefault="00345ACC" w:rsidP="00DC7754">
      <w:pPr>
        <w:spacing w:line="240" w:lineRule="auto"/>
        <w:ind w:right="-1"/>
        <w:rPr>
          <w:noProof/>
        </w:rPr>
      </w:pPr>
    </w:p>
    <w:p w14:paraId="2B828710" w14:textId="77777777" w:rsidR="00DC3854" w:rsidRPr="006B4DBF" w:rsidRDefault="00DC3854" w:rsidP="00DC7754">
      <w:pPr>
        <w:spacing w:line="240" w:lineRule="auto"/>
        <w:ind w:right="-1"/>
        <w:rPr>
          <w:noProof/>
        </w:rPr>
      </w:pPr>
    </w:p>
    <w:p w14:paraId="0530BB10" w14:textId="29F03E2B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</w:t>
      </w:r>
      <w:r w:rsidR="00DC3854">
        <w:rPr>
          <w:b/>
        </w:rPr>
        <w:t>esitamise</w:t>
      </w:r>
      <w:r w:rsidRPr="006B4DBF">
        <w:rPr>
          <w:b/>
        </w:rPr>
        <w:t xml:space="preserve"> teade</w:t>
      </w:r>
    </w:p>
    <w:p w14:paraId="39850BE3" w14:textId="77777777" w:rsidR="00EC1D68" w:rsidRPr="006B4DBF" w:rsidRDefault="00EC1D68" w:rsidP="00EC1D68">
      <w:pPr>
        <w:pStyle w:val="Vahedeta"/>
        <w:rPr>
          <w:szCs w:val="24"/>
        </w:rPr>
      </w:pPr>
    </w:p>
    <w:p w14:paraId="4F8D3EC7" w14:textId="6BFAC852" w:rsidR="00C474E9" w:rsidRDefault="00DC3854" w:rsidP="00DC3854">
      <w:pPr>
        <w:widowControl/>
        <w:suppressAutoHyphens w:val="0"/>
        <w:spacing w:line="240" w:lineRule="auto"/>
      </w:pPr>
      <w:r>
        <w:t>Teatame</w:t>
      </w:r>
      <w:r w:rsidR="0074645F">
        <w:t xml:space="preserve"> </w:t>
      </w:r>
      <w:r w:rsidR="00C0639D">
        <w:t>T</w:t>
      </w:r>
      <w:r w:rsidR="00122EA4">
        <w:t>eile</w:t>
      </w:r>
      <w:r>
        <w:t>, et</w:t>
      </w:r>
      <w:r w:rsidR="00D52DAC">
        <w:t xml:space="preserve"> </w:t>
      </w:r>
      <w:proofErr w:type="spellStart"/>
      <w:r w:rsidR="00450252" w:rsidRPr="00DC3854">
        <w:rPr>
          <w:b/>
          <w:bCs/>
        </w:rPr>
        <w:t>Tribe</w:t>
      </w:r>
      <w:proofErr w:type="spellEnd"/>
      <w:r w:rsidR="00450252" w:rsidRPr="00DC3854">
        <w:rPr>
          <w:b/>
          <w:bCs/>
        </w:rPr>
        <w:t xml:space="preserve"> </w:t>
      </w:r>
      <w:proofErr w:type="spellStart"/>
      <w:r w:rsidR="00450252" w:rsidRPr="00DC3854">
        <w:rPr>
          <w:b/>
          <w:bCs/>
        </w:rPr>
        <w:t>Theory</w:t>
      </w:r>
      <w:proofErr w:type="spellEnd"/>
      <w:r w:rsidR="00450252" w:rsidRPr="00DC3854">
        <w:rPr>
          <w:b/>
          <w:bCs/>
        </w:rPr>
        <w:t xml:space="preserve"> OÜ</w:t>
      </w:r>
      <w:r w:rsidR="00450252" w:rsidRPr="00DC3854">
        <w:t xml:space="preserve"> </w:t>
      </w:r>
      <w:r w:rsidRPr="00DC3854">
        <w:t xml:space="preserve">esitas </w:t>
      </w:r>
      <w:r w:rsidR="00450252">
        <w:t>03</w:t>
      </w:r>
      <w:r w:rsidR="00C0639D" w:rsidRPr="00C0639D">
        <w:t>.</w:t>
      </w:r>
      <w:r w:rsidR="00450252">
        <w:t>0</w:t>
      </w:r>
      <w:r w:rsidR="0004191C">
        <w:t>1</w:t>
      </w:r>
      <w:r w:rsidR="00C0639D" w:rsidRPr="00C0639D">
        <w:t>.202</w:t>
      </w:r>
      <w:r w:rsidR="00450252">
        <w:t>4</w:t>
      </w:r>
      <w:r w:rsidR="00C0639D" w:rsidRPr="00C0639D">
        <w:t xml:space="preserve"> </w:t>
      </w:r>
      <w:r w:rsidR="00424ECA" w:rsidRPr="006B4DBF">
        <w:t xml:space="preserve">vaidlustuse </w:t>
      </w:r>
      <w:r w:rsidR="00D52DAC">
        <w:t xml:space="preserve">Riigi Tugiteenuste Keskuse </w:t>
      </w:r>
      <w:r w:rsidR="00BA0BAB" w:rsidRPr="00DC3854">
        <w:t>riigihankes „</w:t>
      </w:r>
      <w:r w:rsidR="00450252">
        <w:t>Konsultatsiooniteenuse tellimine Singapuri riigistrateegia koostamiseks (Välisministeerium)</w:t>
      </w:r>
      <w:r w:rsidR="00BA0BAB">
        <w:t>“</w:t>
      </w:r>
      <w:r w:rsidR="00BA0BAB" w:rsidRPr="00DC3854">
        <w:t xml:space="preserve"> </w:t>
      </w:r>
      <w:r w:rsidR="00BA0BAB" w:rsidRPr="00016F60">
        <w:t xml:space="preserve">(viitenumber </w:t>
      </w:r>
      <w:r w:rsidR="00D52DAC" w:rsidRPr="00DC3854">
        <w:t>26</w:t>
      </w:r>
      <w:r w:rsidR="00450252" w:rsidRPr="00DC3854">
        <w:t>7701</w:t>
      </w:r>
      <w:r w:rsidR="00BA0BAB" w:rsidRPr="00DC3854">
        <w:t xml:space="preserve">) </w:t>
      </w:r>
      <w:r w:rsidRPr="00DC3854">
        <w:t xml:space="preserve">ühispakkujate </w:t>
      </w:r>
      <w:proofErr w:type="spellStart"/>
      <w:r w:rsidRPr="00DC3854">
        <w:t>Tribe</w:t>
      </w:r>
      <w:proofErr w:type="spellEnd"/>
      <w:r w:rsidRPr="00DC3854">
        <w:t xml:space="preserve"> </w:t>
      </w:r>
      <w:proofErr w:type="spellStart"/>
      <w:r w:rsidRPr="00DC3854">
        <w:t>Theory</w:t>
      </w:r>
      <w:proofErr w:type="spellEnd"/>
      <w:r w:rsidRPr="00DC3854">
        <w:t xml:space="preserve"> OÜ ja V </w:t>
      </w:r>
      <w:proofErr w:type="spellStart"/>
      <w:r w:rsidRPr="00DC3854">
        <w:t>Hospitality</w:t>
      </w:r>
      <w:proofErr w:type="spellEnd"/>
      <w:r w:rsidRPr="00DC3854">
        <w:t xml:space="preserve"> Company PTE Ltd </w:t>
      </w:r>
      <w:r w:rsidRPr="00DC3854">
        <w:t xml:space="preserve">pakkumuse </w:t>
      </w:r>
      <w:r w:rsidR="00450252" w:rsidRPr="00DC3854">
        <w:t>tagasi</w:t>
      </w:r>
      <w:r w:rsidRPr="00DC3854">
        <w:t>lükkamise otsusele</w:t>
      </w:r>
      <w:r w:rsidR="00450252" w:rsidRPr="00DC3854">
        <w:t xml:space="preserve"> </w:t>
      </w:r>
      <w:r w:rsidR="00C474E9" w:rsidRPr="006B4DBF">
        <w:t>(</w:t>
      </w:r>
      <w:r w:rsidR="00AD458A">
        <w:t xml:space="preserve">vaidlustus </w:t>
      </w:r>
      <w:r w:rsidR="00C474E9" w:rsidRPr="006B4DBF">
        <w:t>lisatud)</w:t>
      </w:r>
      <w:r w:rsidR="00122EA4">
        <w:t>.</w:t>
      </w:r>
    </w:p>
    <w:p w14:paraId="7AEE82EB" w14:textId="53D6F58E" w:rsidR="0071684F" w:rsidRPr="006B4DBF" w:rsidRDefault="0071684F" w:rsidP="0071684F">
      <w:pPr>
        <w:widowControl/>
        <w:suppressAutoHyphens w:val="0"/>
        <w:spacing w:line="240" w:lineRule="auto"/>
      </w:pPr>
    </w:p>
    <w:p w14:paraId="50D416E9" w14:textId="6ED55930" w:rsidR="00CE6FA7" w:rsidRPr="006B4DBF" w:rsidRDefault="000A538E" w:rsidP="000A538E">
      <w:pPr>
        <w:widowControl/>
        <w:suppressAutoHyphens w:val="0"/>
        <w:spacing w:line="240" w:lineRule="auto"/>
      </w:pPr>
      <w:r w:rsidRPr="006B4DBF">
        <w:t>RHS § 194 l</w:t>
      </w:r>
      <w:r w:rsidR="00DC3854">
        <w:t>g</w:t>
      </w:r>
      <w:r w:rsidRPr="006B4DBF">
        <w:t xml:space="preserve"> 5 alusel palume hankijal</w:t>
      </w:r>
      <w:r w:rsidR="003B6C12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hiljemalt </w:t>
      </w:r>
      <w:r w:rsidR="00450252">
        <w:rPr>
          <w:b/>
          <w:bCs/>
        </w:rPr>
        <w:t>08</w:t>
      </w:r>
      <w:r w:rsidR="00B42C87" w:rsidRPr="002F373C">
        <w:rPr>
          <w:b/>
          <w:bCs/>
        </w:rPr>
        <w:t>.</w:t>
      </w:r>
      <w:r w:rsidR="00450252">
        <w:rPr>
          <w:b/>
          <w:bCs/>
        </w:rPr>
        <w:t>0</w:t>
      </w:r>
      <w:r w:rsidR="00BA0BAB">
        <w:rPr>
          <w:b/>
          <w:bCs/>
        </w:rPr>
        <w:t>1</w:t>
      </w:r>
      <w:r w:rsidR="00B42C87" w:rsidRPr="002F373C">
        <w:rPr>
          <w:b/>
          <w:bCs/>
        </w:rPr>
        <w:t>.202</w:t>
      </w:r>
      <w:r w:rsidR="00450252">
        <w:rPr>
          <w:b/>
          <w:bCs/>
        </w:rPr>
        <w:t>4</w:t>
      </w:r>
      <w:r w:rsidRPr="002F373C">
        <w:t>, esitada Riigihangete vaidlustuskomisjonile kirjalik vastus vaidlustuse kohta ning kõik vaidlustuse lahendamiseks vajalikud dokumendid, mis pole kättesaadavad riigihangete registrist.</w:t>
      </w:r>
      <w:r w:rsidR="00D52DAC" w:rsidRPr="00D52DAC">
        <w:t xml:space="preserve"> </w:t>
      </w:r>
    </w:p>
    <w:p w14:paraId="7FB09053" w14:textId="5B637BE1" w:rsidR="0071684F" w:rsidRPr="006B4DBF" w:rsidRDefault="0071684F" w:rsidP="0071684F">
      <w:pPr>
        <w:widowControl/>
        <w:suppressAutoHyphens w:val="0"/>
        <w:spacing w:line="240" w:lineRule="auto"/>
      </w:pPr>
      <w:r w:rsidRPr="006B4DBF">
        <w:t>Palume anda teada, kas taotletakse vaidlustuse läbivaatamist avalikul istungil või kirjalikus menetluses.</w:t>
      </w:r>
    </w:p>
    <w:p w14:paraId="5E6C1464" w14:textId="36FDE73A" w:rsidR="0071684F" w:rsidRPr="006B4DBF" w:rsidRDefault="0071684F" w:rsidP="00A660C5">
      <w:pPr>
        <w:pStyle w:val="Vahedeta"/>
        <w:rPr>
          <w:szCs w:val="24"/>
        </w:rPr>
      </w:pPr>
    </w:p>
    <w:p w14:paraId="459C6B0B" w14:textId="77777777" w:rsidR="00B42C87" w:rsidRDefault="00B42C87" w:rsidP="00A660C5">
      <w:pPr>
        <w:pStyle w:val="Vahedeta"/>
        <w:rPr>
          <w:szCs w:val="24"/>
        </w:rPr>
      </w:pPr>
    </w:p>
    <w:p w14:paraId="5F7A9903" w14:textId="77777777" w:rsidR="00DC3854" w:rsidRDefault="00DC3854" w:rsidP="00A660C5">
      <w:pPr>
        <w:pStyle w:val="Vahedeta"/>
        <w:rPr>
          <w:szCs w:val="24"/>
        </w:rPr>
      </w:pPr>
    </w:p>
    <w:p w14:paraId="14B84B42" w14:textId="77777777" w:rsidR="008826B7" w:rsidRPr="006B4DBF" w:rsidRDefault="008826B7" w:rsidP="00A660C5">
      <w:pPr>
        <w:pStyle w:val="Vahedeta"/>
        <w:rPr>
          <w:szCs w:val="24"/>
        </w:rPr>
      </w:pPr>
    </w:p>
    <w:p w14:paraId="1899A917" w14:textId="637A1B09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9F89CD0" w14:textId="77777777" w:rsidR="001E5C74" w:rsidRPr="006B4DBF" w:rsidRDefault="001E5C74" w:rsidP="00A660C5">
      <w:pPr>
        <w:pStyle w:val="Vahedeta"/>
        <w:rPr>
          <w:szCs w:val="24"/>
        </w:rPr>
      </w:pPr>
    </w:p>
    <w:p w14:paraId="31A4C004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186714E0" w14:textId="0117D09F" w:rsidR="00D055E7" w:rsidRPr="006B4DBF" w:rsidRDefault="00345ACC" w:rsidP="00A660C5">
      <w:pPr>
        <w:pStyle w:val="Vahedeta"/>
        <w:rPr>
          <w:szCs w:val="24"/>
        </w:rPr>
      </w:pPr>
      <w:r w:rsidRPr="006B4DBF">
        <w:rPr>
          <w:szCs w:val="24"/>
        </w:rPr>
        <w:t>Angelika Timusk</w:t>
      </w:r>
    </w:p>
    <w:p w14:paraId="45988A6D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5F96B00B" w14:textId="44622B2F" w:rsidR="00E659DD" w:rsidRPr="002F373C" w:rsidRDefault="00E659DD" w:rsidP="00A660C5">
      <w:pPr>
        <w:pStyle w:val="Vahedeta"/>
        <w:rPr>
          <w:szCs w:val="24"/>
        </w:rPr>
      </w:pPr>
    </w:p>
    <w:p w14:paraId="051F7528" w14:textId="77777777" w:rsidR="00B42C87" w:rsidRPr="002F373C" w:rsidRDefault="00B42C87" w:rsidP="00A660C5">
      <w:pPr>
        <w:pStyle w:val="Vahedeta"/>
        <w:rPr>
          <w:szCs w:val="24"/>
        </w:rPr>
      </w:pPr>
    </w:p>
    <w:p w14:paraId="545D696C" w14:textId="6BD6F86C" w:rsidR="006A2ECB" w:rsidRPr="002F373C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 xml:space="preserve">Lisa: </w:t>
      </w:r>
      <w:r w:rsidR="002E4A54" w:rsidRPr="002F373C">
        <w:rPr>
          <w:szCs w:val="24"/>
        </w:rPr>
        <w:t>vaidlustus</w:t>
      </w:r>
      <w:r w:rsidR="001012FD">
        <w:rPr>
          <w:szCs w:val="24"/>
        </w:rPr>
        <w:t xml:space="preserve"> </w:t>
      </w:r>
    </w:p>
    <w:p w14:paraId="313FD59E" w14:textId="77777777" w:rsidR="00AD458A" w:rsidRPr="002F373C" w:rsidRDefault="00AD458A" w:rsidP="00A660C5">
      <w:pPr>
        <w:pStyle w:val="Vahedeta"/>
        <w:rPr>
          <w:szCs w:val="24"/>
        </w:rPr>
      </w:pPr>
    </w:p>
    <w:p w14:paraId="7479C18C" w14:textId="2C4D2F33" w:rsidR="00D52DAC" w:rsidRDefault="0072643B" w:rsidP="00DC3854">
      <w:pPr>
        <w:pStyle w:val="Default"/>
        <w:rPr>
          <w:bCs/>
        </w:rPr>
      </w:pPr>
      <w:r w:rsidRPr="002F373C">
        <w:rPr>
          <w:color w:val="auto"/>
        </w:rPr>
        <w:t>Teadmiseks:</w:t>
      </w:r>
      <w:r w:rsidRPr="002F373C">
        <w:rPr>
          <w:color w:val="auto"/>
        </w:rPr>
        <w:tab/>
      </w:r>
      <w:r w:rsidR="00364717" w:rsidRPr="002F373C">
        <w:rPr>
          <w:color w:val="auto"/>
        </w:rPr>
        <w:t>v</w:t>
      </w:r>
      <w:r w:rsidR="00CF2731" w:rsidRPr="002F373C">
        <w:rPr>
          <w:color w:val="auto"/>
        </w:rPr>
        <w:t>aidlustaja</w:t>
      </w:r>
      <w:r w:rsidR="00C0784F" w:rsidRPr="002F373C">
        <w:rPr>
          <w:color w:val="auto"/>
        </w:rPr>
        <w:t xml:space="preserve"> </w:t>
      </w:r>
      <w:r w:rsidR="005766BD">
        <w:rPr>
          <w:color w:val="auto"/>
        </w:rPr>
        <w:t xml:space="preserve">esindaja </w:t>
      </w:r>
      <w:r w:rsidR="00450252">
        <w:rPr>
          <w:color w:val="auto"/>
        </w:rPr>
        <w:t xml:space="preserve">Indrek </w:t>
      </w:r>
      <w:proofErr w:type="spellStart"/>
      <w:r w:rsidR="00450252">
        <w:rPr>
          <w:color w:val="auto"/>
        </w:rPr>
        <w:t>Pällo</w:t>
      </w:r>
      <w:proofErr w:type="spellEnd"/>
      <w:r w:rsidR="00DC3854">
        <w:rPr>
          <w:bCs/>
        </w:rPr>
        <w:t xml:space="preserve"> </w:t>
      </w:r>
      <w:hyperlink r:id="rId11" w:history="1">
        <w:r w:rsidR="00DC3854" w:rsidRPr="0052324F">
          <w:rPr>
            <w:rStyle w:val="Hperlink"/>
            <w:bCs/>
          </w:rPr>
          <w:t>indrek@draperstartuphouse.com</w:t>
        </w:r>
      </w:hyperlink>
    </w:p>
    <w:p w14:paraId="53C7798C" w14:textId="77777777" w:rsidR="00DC3854" w:rsidRDefault="00DC3854" w:rsidP="00DC3854">
      <w:pPr>
        <w:pStyle w:val="Default"/>
        <w:rPr>
          <w:szCs w:val="16"/>
        </w:rPr>
      </w:pPr>
    </w:p>
    <w:p w14:paraId="298E9179" w14:textId="77777777" w:rsidR="0004191C" w:rsidRDefault="0004191C" w:rsidP="00BA0BAB">
      <w:pPr>
        <w:pStyle w:val="Vahedeta"/>
        <w:rPr>
          <w:rFonts w:cs="Times New Roman"/>
          <w:szCs w:val="24"/>
        </w:rPr>
      </w:pPr>
    </w:p>
    <w:p w14:paraId="3DE175EE" w14:textId="77777777" w:rsidR="00D52DAC" w:rsidRDefault="00D52DAC" w:rsidP="00BA0BAB">
      <w:pPr>
        <w:pStyle w:val="Vahedeta"/>
        <w:rPr>
          <w:rFonts w:cs="Times New Roman"/>
          <w:szCs w:val="24"/>
        </w:rPr>
      </w:pPr>
    </w:p>
    <w:p w14:paraId="0223BEC1" w14:textId="77777777" w:rsidR="00D52DAC" w:rsidRDefault="00D52DAC" w:rsidP="00BA0BAB">
      <w:pPr>
        <w:pStyle w:val="Vahedeta"/>
        <w:rPr>
          <w:rFonts w:cs="Times New Roman"/>
          <w:szCs w:val="24"/>
        </w:rPr>
      </w:pPr>
    </w:p>
    <w:p w14:paraId="370EFC10" w14:textId="77777777" w:rsidR="00DC3854" w:rsidRDefault="00BA0BAB" w:rsidP="00BA0BAB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Mari-Ann Sinimaa 611 3713</w:t>
      </w:r>
    </w:p>
    <w:p w14:paraId="5BC32DC5" w14:textId="4F2AC687" w:rsidR="00BA0BAB" w:rsidRPr="00AB3240" w:rsidRDefault="00DD3FD1" w:rsidP="00BA0BAB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hyperlink r:id="rId12" w:history="1">
        <w:r w:rsidR="00BA0BAB"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BA0BAB" w:rsidRPr="00AB3240" w:rsidSect="005766BD">
      <w:footerReference w:type="default" r:id="rId13"/>
      <w:footerReference w:type="first" r:id="rId14"/>
      <w:pgSz w:w="11906" w:h="16838" w:code="9"/>
      <w:pgMar w:top="907" w:right="1274" w:bottom="1276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772CB" w14:textId="77777777" w:rsidR="005862E0" w:rsidRDefault="005862E0" w:rsidP="00DF44DF">
      <w:r>
        <w:separator/>
      </w:r>
    </w:p>
  </w:endnote>
  <w:endnote w:type="continuationSeparator" w:id="0">
    <w:p w14:paraId="4A7BD082" w14:textId="77777777" w:rsidR="005862E0" w:rsidRDefault="005862E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390FAE9B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EA3DA" w14:textId="7094E1A5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2830A34F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BDA83" w14:textId="77777777" w:rsidR="005862E0" w:rsidRDefault="005862E0" w:rsidP="00DF44DF">
      <w:r>
        <w:separator/>
      </w:r>
    </w:p>
  </w:footnote>
  <w:footnote w:type="continuationSeparator" w:id="0">
    <w:p w14:paraId="76D37237" w14:textId="77777777" w:rsidR="005862E0" w:rsidRDefault="005862E0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1014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F7D"/>
    <w:rsid w:val="00005BCB"/>
    <w:rsid w:val="00006632"/>
    <w:rsid w:val="000114BD"/>
    <w:rsid w:val="000157BF"/>
    <w:rsid w:val="00016703"/>
    <w:rsid w:val="0002092E"/>
    <w:rsid w:val="00021ED2"/>
    <w:rsid w:val="0002385B"/>
    <w:rsid w:val="00025129"/>
    <w:rsid w:val="0002525C"/>
    <w:rsid w:val="00025B9D"/>
    <w:rsid w:val="00033EA3"/>
    <w:rsid w:val="00040EDF"/>
    <w:rsid w:val="0004191C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C3F"/>
    <w:rsid w:val="00056FFA"/>
    <w:rsid w:val="00060947"/>
    <w:rsid w:val="000616B3"/>
    <w:rsid w:val="000656EC"/>
    <w:rsid w:val="00066645"/>
    <w:rsid w:val="000673CE"/>
    <w:rsid w:val="00067ACA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C7847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484B"/>
    <w:rsid w:val="001160A5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64D8"/>
    <w:rsid w:val="0017787B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5A5E"/>
    <w:rsid w:val="001E5C74"/>
    <w:rsid w:val="001E75FF"/>
    <w:rsid w:val="001E7A9A"/>
    <w:rsid w:val="001E7C4A"/>
    <w:rsid w:val="001F1C39"/>
    <w:rsid w:val="001F3A20"/>
    <w:rsid w:val="002008A2"/>
    <w:rsid w:val="00201D24"/>
    <w:rsid w:val="002038D4"/>
    <w:rsid w:val="00203A78"/>
    <w:rsid w:val="002065C7"/>
    <w:rsid w:val="00206C25"/>
    <w:rsid w:val="00212932"/>
    <w:rsid w:val="0021422A"/>
    <w:rsid w:val="00215A0B"/>
    <w:rsid w:val="002226B2"/>
    <w:rsid w:val="00222C53"/>
    <w:rsid w:val="002238B4"/>
    <w:rsid w:val="00225654"/>
    <w:rsid w:val="00226A6C"/>
    <w:rsid w:val="00226D12"/>
    <w:rsid w:val="002418F9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206F"/>
    <w:rsid w:val="0027390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D44C5"/>
    <w:rsid w:val="002D4C82"/>
    <w:rsid w:val="002D5B33"/>
    <w:rsid w:val="002D63BF"/>
    <w:rsid w:val="002D6DBF"/>
    <w:rsid w:val="002E0C27"/>
    <w:rsid w:val="002E2AAA"/>
    <w:rsid w:val="002E35C8"/>
    <w:rsid w:val="002E39E6"/>
    <w:rsid w:val="002E4A54"/>
    <w:rsid w:val="002E6BF5"/>
    <w:rsid w:val="002F0049"/>
    <w:rsid w:val="002F1F08"/>
    <w:rsid w:val="002F23FE"/>
    <w:rsid w:val="002F254F"/>
    <w:rsid w:val="002F373C"/>
    <w:rsid w:val="002F3FC1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2A9C"/>
    <w:rsid w:val="003B4EF1"/>
    <w:rsid w:val="003B58A8"/>
    <w:rsid w:val="003B6C12"/>
    <w:rsid w:val="003B6F85"/>
    <w:rsid w:val="003B7C7E"/>
    <w:rsid w:val="003C0AB6"/>
    <w:rsid w:val="003C2298"/>
    <w:rsid w:val="003C2639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0252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6272"/>
    <w:rsid w:val="004919DF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5007CF"/>
    <w:rsid w:val="00501FDC"/>
    <w:rsid w:val="005118FE"/>
    <w:rsid w:val="00511900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66B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F2D44"/>
    <w:rsid w:val="005F3068"/>
    <w:rsid w:val="005F3EFF"/>
    <w:rsid w:val="005F6FFE"/>
    <w:rsid w:val="005F77BA"/>
    <w:rsid w:val="00601CBE"/>
    <w:rsid w:val="00602834"/>
    <w:rsid w:val="00603E50"/>
    <w:rsid w:val="006059D5"/>
    <w:rsid w:val="006103FE"/>
    <w:rsid w:val="00610782"/>
    <w:rsid w:val="006150DB"/>
    <w:rsid w:val="00615280"/>
    <w:rsid w:val="00615F0D"/>
    <w:rsid w:val="00620B55"/>
    <w:rsid w:val="0062231A"/>
    <w:rsid w:val="00624E87"/>
    <w:rsid w:val="00625755"/>
    <w:rsid w:val="006264C9"/>
    <w:rsid w:val="006318BB"/>
    <w:rsid w:val="00632DEB"/>
    <w:rsid w:val="00632E02"/>
    <w:rsid w:val="00633297"/>
    <w:rsid w:val="0063433A"/>
    <w:rsid w:val="0063498C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80609"/>
    <w:rsid w:val="006807A4"/>
    <w:rsid w:val="00681B4D"/>
    <w:rsid w:val="00683BEC"/>
    <w:rsid w:val="00690899"/>
    <w:rsid w:val="00691B3D"/>
    <w:rsid w:val="00695F3A"/>
    <w:rsid w:val="006A01AC"/>
    <w:rsid w:val="006A2D77"/>
    <w:rsid w:val="006A2ECB"/>
    <w:rsid w:val="006A4D6B"/>
    <w:rsid w:val="006A7F63"/>
    <w:rsid w:val="006B36B5"/>
    <w:rsid w:val="006B468E"/>
    <w:rsid w:val="006B4DBF"/>
    <w:rsid w:val="006B5DFB"/>
    <w:rsid w:val="006B6A55"/>
    <w:rsid w:val="006C01C9"/>
    <w:rsid w:val="006C38D0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7CC1"/>
    <w:rsid w:val="006F2AE2"/>
    <w:rsid w:val="006F390B"/>
    <w:rsid w:val="006F3BB9"/>
    <w:rsid w:val="006F5A1C"/>
    <w:rsid w:val="006F6E1E"/>
    <w:rsid w:val="006F72D7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45F"/>
    <w:rsid w:val="00746B1B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203A"/>
    <w:rsid w:val="00773800"/>
    <w:rsid w:val="00774EA2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BCE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45E8"/>
    <w:rsid w:val="008477CA"/>
    <w:rsid w:val="00852EEA"/>
    <w:rsid w:val="00856E81"/>
    <w:rsid w:val="00857226"/>
    <w:rsid w:val="0086239B"/>
    <w:rsid w:val="0086259E"/>
    <w:rsid w:val="00866C17"/>
    <w:rsid w:val="00873BBB"/>
    <w:rsid w:val="00877762"/>
    <w:rsid w:val="008826B7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1E36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BE2"/>
    <w:rsid w:val="00987714"/>
    <w:rsid w:val="00990E91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94A"/>
    <w:rsid w:val="00AA6E72"/>
    <w:rsid w:val="00AB09A8"/>
    <w:rsid w:val="00AB3240"/>
    <w:rsid w:val="00AB769F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D458A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10243"/>
    <w:rsid w:val="00B12089"/>
    <w:rsid w:val="00B16DF7"/>
    <w:rsid w:val="00B27E06"/>
    <w:rsid w:val="00B322AC"/>
    <w:rsid w:val="00B35804"/>
    <w:rsid w:val="00B4049B"/>
    <w:rsid w:val="00B40844"/>
    <w:rsid w:val="00B42C87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E65"/>
    <w:rsid w:val="00B81534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0BAB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2DD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639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30F3"/>
    <w:rsid w:val="00D15D1D"/>
    <w:rsid w:val="00D15EFC"/>
    <w:rsid w:val="00D16429"/>
    <w:rsid w:val="00D1682C"/>
    <w:rsid w:val="00D17816"/>
    <w:rsid w:val="00D17EAE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55A9"/>
    <w:rsid w:val="00D45797"/>
    <w:rsid w:val="00D478D9"/>
    <w:rsid w:val="00D5149F"/>
    <w:rsid w:val="00D52DAC"/>
    <w:rsid w:val="00D55D39"/>
    <w:rsid w:val="00D66BBA"/>
    <w:rsid w:val="00D6787F"/>
    <w:rsid w:val="00D70AF8"/>
    <w:rsid w:val="00D70DDB"/>
    <w:rsid w:val="00D72E8C"/>
    <w:rsid w:val="00D73027"/>
    <w:rsid w:val="00D7415E"/>
    <w:rsid w:val="00D751E1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5A63"/>
    <w:rsid w:val="00DA6F02"/>
    <w:rsid w:val="00DB564D"/>
    <w:rsid w:val="00DB7C4E"/>
    <w:rsid w:val="00DC1DA0"/>
    <w:rsid w:val="00DC2B3D"/>
    <w:rsid w:val="00DC3854"/>
    <w:rsid w:val="00DC3989"/>
    <w:rsid w:val="00DC7754"/>
    <w:rsid w:val="00DD1EEF"/>
    <w:rsid w:val="00DD3FD1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E532A"/>
    <w:rsid w:val="00DF0629"/>
    <w:rsid w:val="00DF44DF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750E"/>
    <w:rsid w:val="00E57A64"/>
    <w:rsid w:val="00E6013B"/>
    <w:rsid w:val="00E61B8B"/>
    <w:rsid w:val="00E659DD"/>
    <w:rsid w:val="00E70582"/>
    <w:rsid w:val="00E742EF"/>
    <w:rsid w:val="00E74567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971"/>
    <w:rsid w:val="00EF1999"/>
    <w:rsid w:val="00EF33D9"/>
    <w:rsid w:val="00F00D4D"/>
    <w:rsid w:val="00F01550"/>
    <w:rsid w:val="00F015CC"/>
    <w:rsid w:val="00F10EBA"/>
    <w:rsid w:val="00F11DE8"/>
    <w:rsid w:val="00F149BB"/>
    <w:rsid w:val="00F176A1"/>
    <w:rsid w:val="00F20CF7"/>
    <w:rsid w:val="00F21F11"/>
    <w:rsid w:val="00F259C4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419E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1CB3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customStyle="1" w:styleId="Lahendamatamainimine6">
    <w:name w:val="Lahendamata mainimine6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BA0B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i-ann.sinimaa@fin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drek@draperstartuphous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hanked@rt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tharina.kalavus@rtk.ee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95E612C-8C03-4CAD-B7E4-DA049BCD8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13</TotalTime>
  <Pages>1</Pages>
  <Words>191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4</cp:revision>
  <cp:lastPrinted>2022-12-05T10:58:00Z</cp:lastPrinted>
  <dcterms:created xsi:type="dcterms:W3CDTF">2024-01-03T12:04:00Z</dcterms:created>
  <dcterms:modified xsi:type="dcterms:W3CDTF">2024-01-03T12:11:00Z</dcterms:modified>
</cp:coreProperties>
</file>